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1F736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1F736E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1F736E" w:rsidP="00811B36">
            <w:pPr>
              <w:jc w:val="right"/>
              <w:rPr>
                <w:rFonts w:ascii="Calibri" w:hAnsi="Calibri"/>
              </w:rPr>
            </w:pPr>
            <w:r w:rsidRPr="008867C8">
              <w:rPr>
                <w:rFonts w:ascii="Calibri" w:hAnsi="Calibri"/>
              </w:rPr>
              <w:t>ARM5</w:t>
            </w:r>
            <w:r w:rsidR="005061A5" w:rsidRPr="008867C8">
              <w:rPr>
                <w:rFonts w:ascii="Calibri" w:hAnsi="Calibri"/>
              </w:rPr>
              <w:t>-</w:t>
            </w:r>
            <w:r w:rsidR="008867C8" w:rsidRPr="008867C8">
              <w:rPr>
                <w:rFonts w:ascii="Calibri" w:hAnsi="Calibri"/>
              </w:rPr>
              <w:t>12</w:t>
            </w:r>
            <w:r w:rsidR="008867C8">
              <w:rPr>
                <w:rFonts w:ascii="Calibri" w:hAnsi="Calibri"/>
              </w:rPr>
              <w:t>.1.1</w:t>
            </w:r>
            <w:r w:rsidR="00811B36">
              <w:rPr>
                <w:rFonts w:ascii="Calibri" w:hAnsi="Calibri"/>
              </w:rPr>
              <w:t>3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1F736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1F736E">
              <w:rPr>
                <w:rFonts w:ascii="Calibri" w:hAnsi="Calibri"/>
              </w:rPr>
              <w:t xml:space="preserve">ENG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1F736E" w:rsidP="008867C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8867C8">
              <w:rPr>
                <w:rFonts w:ascii="Calibri" w:hAnsi="Calibri"/>
              </w:rPr>
              <w:t>8</w:t>
            </w:r>
            <w:r w:rsidR="006F1824" w:rsidRPr="006F1824">
              <w:rPr>
                <w:rFonts w:ascii="Calibri" w:hAnsi="Calibri"/>
              </w:rPr>
              <w:t xml:space="preserve"> October </w:t>
            </w:r>
            <w:r w:rsidR="005D05AC" w:rsidRPr="006F1824">
              <w:rPr>
                <w:rFonts w:ascii="Calibri" w:hAnsi="Calibri"/>
              </w:rPr>
              <w:t>20</w:t>
            </w:r>
            <w:r w:rsidR="001A654A" w:rsidRPr="006F1824">
              <w:rPr>
                <w:rFonts w:ascii="Calibri" w:hAnsi="Calibri"/>
              </w:rPr>
              <w:t>1</w:t>
            </w:r>
            <w:r w:rsidR="006F1824" w:rsidRPr="006F1824"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</w:t>
      </w:r>
      <w:bookmarkStart w:id="0" w:name="_GoBack"/>
      <w:bookmarkEnd w:id="0"/>
      <w:r w:rsidRPr="00E66034">
        <w:rPr>
          <w:rFonts w:ascii="Calibri" w:hAnsi="Calibri"/>
          <w:color w:val="00558C"/>
        </w:rPr>
        <w:t>N NOTE</w:t>
      </w:r>
    </w:p>
    <w:p w:rsidR="000348ED" w:rsidRPr="00E66034" w:rsidRDefault="001F736E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E</w:t>
      </w:r>
      <w:r w:rsidR="00D90B5F">
        <w:rPr>
          <w:rFonts w:ascii="Calibri" w:hAnsi="Calibri"/>
          <w:color w:val="00558C"/>
        </w:rPr>
        <w:t>-</w:t>
      </w:r>
      <w:r>
        <w:rPr>
          <w:rFonts w:ascii="Calibri" w:hAnsi="Calibri"/>
          <w:color w:val="00558C"/>
        </w:rPr>
        <w:t xml:space="preserve">106 on use of retro reflecting materials 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>Th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e ENG Committee requested the ARM Committee to review and comment on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 xml:space="preserve">a number of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proposed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 xml:space="preserve">changes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to 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 xml:space="preserve">IALA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>Recommendation E</w:t>
      </w:r>
      <w:r w:rsidR="00D90B5F">
        <w:rPr>
          <w:rFonts w:eastAsia="Times New Roman"/>
          <w:color w:val="000000"/>
          <w:sz w:val="24"/>
          <w:szCs w:val="24"/>
          <w:lang w:val="en-AU" w:eastAsia="en-IE"/>
        </w:rPr>
        <w:t>-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>106 on the use of retroreflective material on aids to navigation marks with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>in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 the IALA Maritime Buoyage System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</w:p>
    <w:p w:rsidR="00286A1B" w:rsidRDefault="005575E6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ARM 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Committee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>has reviewed the p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>roposed changes to E</w:t>
      </w:r>
      <w:r w:rsidR="00D90B5F">
        <w:rPr>
          <w:rFonts w:eastAsia="Times New Roman"/>
          <w:color w:val="000000"/>
          <w:sz w:val="24"/>
          <w:szCs w:val="24"/>
          <w:lang w:val="en-AU" w:eastAsia="en-IE"/>
        </w:rPr>
        <w:t>-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 xml:space="preserve">106 and has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recommended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 xml:space="preserve">a number of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minor text changes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>to improve clarity and ensure consistency with the published IALA Maritime Buoyage System.</w:t>
      </w:r>
    </w:p>
    <w:p w:rsidR="006F1824" w:rsidRPr="005061A5" w:rsidRDefault="00286A1B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>ARM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>5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 output paper </w:t>
      </w:r>
      <w:r w:rsidRPr="008867C8">
        <w:rPr>
          <w:rFonts w:eastAsia="Times New Roman"/>
          <w:color w:val="000000"/>
          <w:sz w:val="24"/>
          <w:szCs w:val="24"/>
          <w:lang w:val="en-AU" w:eastAsia="en-IE"/>
        </w:rPr>
        <w:t>ARM5</w:t>
      </w:r>
      <w:r w:rsidR="008867C8" w:rsidRPr="008867C8">
        <w:rPr>
          <w:rFonts w:eastAsia="Times New Roman"/>
          <w:color w:val="000000"/>
          <w:sz w:val="24"/>
          <w:szCs w:val="24"/>
          <w:lang w:val="en-AU" w:eastAsia="en-IE"/>
        </w:rPr>
        <w:t>-12.1.13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 details the recommended changes</w:t>
      </w:r>
      <w:r w:rsidR="006F1824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. 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8867C8" w:rsidRDefault="00D90B5F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>The ENG Committee is requested to consider the comments provided.</w:t>
      </w:r>
    </w:p>
    <w:sectPr w:rsidR="008867C8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AA5" w:rsidRDefault="00B06AA5" w:rsidP="00002906">
      <w:r>
        <w:separator/>
      </w:r>
    </w:p>
  </w:endnote>
  <w:endnote w:type="continuationSeparator" w:id="0">
    <w:p w:rsidR="00B06AA5" w:rsidRDefault="00B06AA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31A9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AA5" w:rsidRDefault="00B06AA5" w:rsidP="00002906">
      <w:r>
        <w:separator/>
      </w:r>
    </w:p>
  </w:footnote>
  <w:footnote w:type="continuationSeparator" w:id="0">
    <w:p w:rsidR="00B06AA5" w:rsidRDefault="00B06AA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B31A9C">
    <w:pPr>
      <w:pStyle w:val="Header"/>
    </w:pPr>
    <w:r>
      <w:t xml:space="preserve">ENG6-9.11 </w:t>
    </w:r>
    <w:r w:rsidR="005061A5">
      <w:rPr>
        <w:noProof/>
        <w:lang w:val="en-IE" w:eastAsia="en-IE"/>
      </w:rPr>
      <w:drawing>
        <wp:inline distT="0" distB="0" distL="0" distR="0" wp14:anchorId="51349878" wp14:editId="69CA07A9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64D39"/>
    <w:rsid w:val="00073774"/>
    <w:rsid w:val="000A5A01"/>
    <w:rsid w:val="00135447"/>
    <w:rsid w:val="00152273"/>
    <w:rsid w:val="001A654A"/>
    <w:rsid w:val="001C74CF"/>
    <w:rsid w:val="001F736E"/>
    <w:rsid w:val="00286A1B"/>
    <w:rsid w:val="003177F0"/>
    <w:rsid w:val="003D55DD"/>
    <w:rsid w:val="003E1831"/>
    <w:rsid w:val="00424954"/>
    <w:rsid w:val="00477836"/>
    <w:rsid w:val="004B4D0E"/>
    <w:rsid w:val="004C1386"/>
    <w:rsid w:val="004C220D"/>
    <w:rsid w:val="005061A5"/>
    <w:rsid w:val="005575E6"/>
    <w:rsid w:val="005D05AC"/>
    <w:rsid w:val="00630F7F"/>
    <w:rsid w:val="0064435F"/>
    <w:rsid w:val="006D470F"/>
    <w:rsid w:val="006F1824"/>
    <w:rsid w:val="00727E88"/>
    <w:rsid w:val="00775878"/>
    <w:rsid w:val="0080092C"/>
    <w:rsid w:val="00811B36"/>
    <w:rsid w:val="00872453"/>
    <w:rsid w:val="008867C8"/>
    <w:rsid w:val="008D1BAB"/>
    <w:rsid w:val="008F13DD"/>
    <w:rsid w:val="008F7E86"/>
    <w:rsid w:val="00902AA4"/>
    <w:rsid w:val="00941707"/>
    <w:rsid w:val="009745DB"/>
    <w:rsid w:val="00976AD5"/>
    <w:rsid w:val="009C50C8"/>
    <w:rsid w:val="009F3B6C"/>
    <w:rsid w:val="009F5C36"/>
    <w:rsid w:val="00A27F12"/>
    <w:rsid w:val="00A30579"/>
    <w:rsid w:val="00AA76C0"/>
    <w:rsid w:val="00B06AA5"/>
    <w:rsid w:val="00B077EC"/>
    <w:rsid w:val="00B15B24"/>
    <w:rsid w:val="00B31A9C"/>
    <w:rsid w:val="00B428DA"/>
    <w:rsid w:val="00B8247E"/>
    <w:rsid w:val="00BE56DF"/>
    <w:rsid w:val="00CA04AF"/>
    <w:rsid w:val="00CA3052"/>
    <w:rsid w:val="00CF3661"/>
    <w:rsid w:val="00D71B3B"/>
    <w:rsid w:val="00D90B5F"/>
    <w:rsid w:val="00E0000D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6BFD52-EACB-4E86-8587-A2B1C9D6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886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7C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12</cp:revision>
  <cp:lastPrinted>2006-10-19T10:49:00Z</cp:lastPrinted>
  <dcterms:created xsi:type="dcterms:W3CDTF">2016-10-13T08:25:00Z</dcterms:created>
  <dcterms:modified xsi:type="dcterms:W3CDTF">2017-02-06T22:56:00Z</dcterms:modified>
</cp:coreProperties>
</file>